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FB3" w:rsidRPr="009F03B4" w:rsidRDefault="00330FB3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b/>
          <w:sz w:val="26"/>
          <w:szCs w:val="26"/>
        </w:rPr>
        <w:t>ALLEGATO G</w:t>
      </w:r>
    </w:p>
    <w:p w:rsidR="00330FB3" w:rsidRPr="009F03B4" w:rsidRDefault="00330FB3" w:rsidP="00B55CFE">
      <w:pPr>
        <w:pStyle w:val="Normale1"/>
        <w:ind w:right="567"/>
        <w:jc w:val="both"/>
        <w:rPr>
          <w:sz w:val="26"/>
          <w:szCs w:val="26"/>
        </w:rPr>
      </w:pPr>
    </w:p>
    <w:p w:rsidR="00330FB3" w:rsidRPr="00174B8B" w:rsidRDefault="00330FB3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>
        <w:rPr>
          <w:b/>
          <w:sz w:val="26"/>
          <w:szCs w:val="26"/>
        </w:rPr>
        <w:t>A</w:t>
      </w:r>
      <w:r w:rsidRPr="00174B8B">
        <w:rPr>
          <w:rStyle w:val="Carpredefinitoparagrafo1"/>
          <w:b/>
          <w:bCs/>
          <w:sz w:val="26"/>
          <w:szCs w:val="26"/>
        </w:rPr>
        <w:t>I FINI DELLA FRUIZIONE DELLE DEROGHE DI CUI AL’ART. 1, COMMA 9</w:t>
      </w:r>
      <w:r>
        <w:rPr>
          <w:rStyle w:val="Carpredefinitoparagrafo1"/>
          <w:b/>
          <w:bCs/>
          <w:sz w:val="26"/>
          <w:szCs w:val="26"/>
        </w:rPr>
        <w:t>,</w:t>
      </w:r>
      <w:r w:rsidRPr="00174B8B">
        <w:rPr>
          <w:rStyle w:val="Carpredefinitoparagrafo1"/>
          <w:b/>
          <w:bCs/>
          <w:sz w:val="26"/>
          <w:szCs w:val="26"/>
        </w:rPr>
        <w:t xml:space="preserve"> DELL’ORDINANZA MINISTERIALE </w:t>
      </w:r>
      <w:r>
        <w:rPr>
          <w:rStyle w:val="Carpredefinitoparagrafo1"/>
          <w:b/>
          <w:bCs/>
          <w:sz w:val="26"/>
          <w:szCs w:val="26"/>
        </w:rPr>
        <w:t>MOBILIT</w:t>
      </w:r>
      <w:r w:rsidRPr="0078481E">
        <w:rPr>
          <w:rStyle w:val="Carpredefinitoparagrafo1"/>
          <w:b/>
          <w:bCs/>
          <w:caps/>
          <w:sz w:val="26"/>
          <w:szCs w:val="26"/>
        </w:rPr>
        <w:t>à</w:t>
      </w:r>
      <w:r>
        <w:rPr>
          <w:rStyle w:val="Carpredefinitoparagrafo1"/>
          <w:b/>
          <w:bCs/>
          <w:sz w:val="26"/>
          <w:szCs w:val="26"/>
        </w:rPr>
        <w:t xml:space="preserve"> A.S. </w:t>
      </w:r>
      <w:r w:rsidRPr="00174B8B">
        <w:rPr>
          <w:rStyle w:val="Carpredefinitoparagrafo1"/>
          <w:b/>
          <w:bCs/>
          <w:sz w:val="26"/>
          <w:szCs w:val="26"/>
        </w:rPr>
        <w:t>20024</w:t>
      </w:r>
      <w:r>
        <w:rPr>
          <w:rStyle w:val="Carpredefinitoparagrafo1"/>
          <w:b/>
          <w:bCs/>
          <w:sz w:val="26"/>
          <w:szCs w:val="26"/>
        </w:rPr>
        <w:t>/25</w:t>
      </w:r>
    </w:p>
    <w:p w:rsidR="00330FB3" w:rsidRPr="009F03B4" w:rsidRDefault="00330FB3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:rsidR="00330FB3" w:rsidRPr="009F03B4" w:rsidRDefault="00330FB3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>
        <w:rPr>
          <w:sz w:val="26"/>
          <w:szCs w:val="26"/>
        </w:rPr>
        <w:t>dichiara, sotto la propria responsabilità, ai sensi delle disposizioni contenute nel D.P.R. 445/2000, di appartenere alla seguente categoria di docente immesso in ruolo:</w:t>
      </w:r>
    </w:p>
    <w:p w:rsidR="00330FB3" w:rsidRPr="009F03B4" w:rsidRDefault="00330FB3" w:rsidP="00D40E8D">
      <w:pPr>
        <w:jc w:val="both"/>
        <w:rPr>
          <w:rFonts w:ascii="Times New Roman" w:hAnsi="Times New Roman"/>
          <w:sz w:val="26"/>
          <w:szCs w:val="26"/>
        </w:rPr>
      </w:pPr>
    </w:p>
    <w:p w:rsidR="00330FB3" w:rsidRPr="009F03B4" w:rsidRDefault="00330FB3" w:rsidP="00D40E8D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 xml:space="preserve">essere genitore di figlio di età inferiore a 12 anni </w:t>
      </w:r>
      <w:r>
        <w:rPr>
          <w:rFonts w:ascii="Times New Roman" w:hAnsi="Times New Roman"/>
          <w:sz w:val="26"/>
          <w:szCs w:val="26"/>
        </w:rPr>
        <w:t>(ossia che compie i 12 anni tra il 1° gennaio e il 31 dicembre dell’anno in cui si presenta l’istanza di mobilità)</w:t>
      </w:r>
    </w:p>
    <w:p w:rsidR="00330FB3" w:rsidRPr="009F03B4" w:rsidRDefault="00330FB3" w:rsidP="00AA1920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330FB3" w:rsidRPr="009F03B4" w:rsidRDefault="00330FB3" w:rsidP="00D40E8D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essere genitore adottivo o affidatario di minore</w:t>
      </w:r>
      <w:r>
        <w:rPr>
          <w:rFonts w:ascii="Times New Roman" w:hAnsi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/>
          <w:sz w:val="26"/>
          <w:szCs w:val="26"/>
        </w:rPr>
        <w:t>, entro dodici anni dall'ingresso del minore in famiglia, e, comunque, non oltre il raggiungimento della maggiore età</w:t>
      </w:r>
    </w:p>
    <w:p w:rsidR="00330FB3" w:rsidRPr="009F03B4" w:rsidRDefault="00330FB3" w:rsidP="00AA1920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330FB3" w:rsidRPr="009F03B4" w:rsidRDefault="00330FB3" w:rsidP="00417D15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trovarsi</w:t>
      </w:r>
      <w:r w:rsidRPr="009F03B4">
        <w:rPr>
          <w:rFonts w:ascii="Times New Roman" w:hAnsi="Times New Roman"/>
          <w:sz w:val="26"/>
          <w:szCs w:val="26"/>
        </w:rPr>
        <w:t xml:space="preserve"> nelle condizioni di cui agli articoli 21 e 33, commi 3, 5 e 6, della legge 5 febbraio 1992, n. 104 </w:t>
      </w:r>
    </w:p>
    <w:p w:rsidR="00330FB3" w:rsidRPr="009F03B4" w:rsidRDefault="00330FB3" w:rsidP="00AA1920">
      <w:pPr>
        <w:pStyle w:val="ListParagraph"/>
        <w:jc w:val="both"/>
        <w:rPr>
          <w:rFonts w:ascii="Times New Roman" w:hAnsi="Times New Roman"/>
          <w:sz w:val="26"/>
          <w:szCs w:val="26"/>
        </w:rPr>
      </w:pPr>
    </w:p>
    <w:p w:rsidR="00330FB3" w:rsidRPr="009F03B4" w:rsidRDefault="00330FB3" w:rsidP="00417D15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 xml:space="preserve">essere </w:t>
      </w:r>
      <w:r>
        <w:rPr>
          <w:rFonts w:ascii="Times New Roman" w:hAnsi="Times New Roman"/>
          <w:sz w:val="26"/>
          <w:szCs w:val="26"/>
        </w:rPr>
        <w:t>soggetto che</w:t>
      </w:r>
      <w:r w:rsidRPr="009F03B4">
        <w:rPr>
          <w:rFonts w:ascii="Times New Roman" w:hAnsi="Times New Roman"/>
          <w:sz w:val="26"/>
          <w:szCs w:val="26"/>
        </w:rPr>
        <w:t xml:space="preserve"> fruisce dei riposi e permessi previsti dall’art. 42 del decreto legislativo </w:t>
      </w:r>
      <w:r>
        <w:rPr>
          <w:rFonts w:ascii="Times New Roman" w:hAnsi="Times New Roman"/>
          <w:sz w:val="26"/>
          <w:szCs w:val="26"/>
        </w:rPr>
        <w:t xml:space="preserve">26 marzo 2001, n. </w:t>
      </w:r>
      <w:r w:rsidRPr="009F03B4">
        <w:rPr>
          <w:rFonts w:ascii="Times New Roman" w:hAnsi="Times New Roman"/>
          <w:sz w:val="26"/>
          <w:szCs w:val="26"/>
        </w:rPr>
        <w:t>151 che riveste la qualità di</w:t>
      </w:r>
    </w:p>
    <w:p w:rsidR="00330FB3" w:rsidRPr="009F03B4" w:rsidRDefault="00330FB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1) coniuge, parte di un’unione civile o convivente di fatto, convivente di soggetto con disabilità grave</w:t>
      </w:r>
    </w:p>
    <w:p w:rsidR="00330FB3" w:rsidRPr="009F03B4" w:rsidRDefault="00330FB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2) padre o madre anche adottivi o affidatari in caso di decesso, mancanza o in presenza di patologie invalidanti dei soggetti di cui al punto 1)</w:t>
      </w:r>
    </w:p>
    <w:p w:rsidR="00330FB3" w:rsidRPr="009F03B4" w:rsidRDefault="00330FB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3) uno dei figli conviventi in caso di decesso, mancanza o in presenza di patologie invalidanti dei soggetti di cui al punto 2</w:t>
      </w:r>
    </w:p>
    <w:p w:rsidR="00330FB3" w:rsidRPr="009F03B4" w:rsidRDefault="00330FB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4) uno dei fratelli o delle sorelle conviventi in caso di decesso, mancanza o in presenza di patologie invalidanti dei soggetti di cui al punto 3)</w:t>
      </w:r>
    </w:p>
    <w:p w:rsidR="00330FB3" w:rsidRPr="009F03B4" w:rsidRDefault="00330FB3" w:rsidP="00417D15">
      <w:pPr>
        <w:pStyle w:val="ListParagraph"/>
        <w:numPr>
          <w:ilvl w:val="0"/>
          <w:numId w:val="5"/>
        </w:numPr>
        <w:ind w:hanging="11"/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5) parente o affine entro il terzo grado convivente in caso di decesso, mancanza o in presenza di patologie invalidanti dei soggetti di cui al punto 4)</w:t>
      </w:r>
    </w:p>
    <w:p w:rsidR="00330FB3" w:rsidRPr="009F03B4" w:rsidRDefault="00330FB3" w:rsidP="00417D15">
      <w:pPr>
        <w:pStyle w:val="ListParagraph"/>
        <w:ind w:hanging="11"/>
        <w:jc w:val="both"/>
        <w:rPr>
          <w:rFonts w:ascii="Times New Roman" w:hAnsi="Times New Roman"/>
          <w:sz w:val="26"/>
          <w:szCs w:val="26"/>
        </w:rPr>
      </w:pPr>
    </w:p>
    <w:p w:rsidR="00330FB3" w:rsidRDefault="00330FB3" w:rsidP="00417D15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6"/>
          <w:szCs w:val="26"/>
        </w:rPr>
      </w:pPr>
      <w:r w:rsidRPr="009F03B4">
        <w:rPr>
          <w:rFonts w:ascii="Times New Roman" w:hAnsi="Times New Roman"/>
          <w:sz w:val="26"/>
          <w:szCs w:val="26"/>
        </w:rPr>
        <w:t>essere il coniuge o figlio di soggetto mutilato o invalido civile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03B4">
        <w:rPr>
          <w:rFonts w:ascii="Times New Roman" w:hAnsi="Times New Roman"/>
          <w:sz w:val="26"/>
          <w:szCs w:val="26"/>
        </w:rPr>
        <w:t>di cui all’art.</w:t>
      </w:r>
      <w:r>
        <w:rPr>
          <w:rFonts w:ascii="Times New Roman" w:hAnsi="Times New Roman"/>
          <w:sz w:val="26"/>
          <w:szCs w:val="26"/>
        </w:rPr>
        <w:t xml:space="preserve"> </w:t>
      </w:r>
      <w:r w:rsidRPr="009F03B4">
        <w:rPr>
          <w:rFonts w:ascii="Times New Roman" w:hAnsi="Times New Roman"/>
          <w:sz w:val="26"/>
          <w:szCs w:val="26"/>
        </w:rPr>
        <w:t>2, commi 2 e 3, della legge 30 marzo 1971, n. 118</w:t>
      </w:r>
    </w:p>
    <w:p w:rsidR="00330FB3" w:rsidRPr="00397144" w:rsidRDefault="00330FB3" w:rsidP="00397144">
      <w:pPr>
        <w:pStyle w:val="ListParagraph"/>
        <w:rPr>
          <w:rFonts w:ascii="Times New Roman" w:hAnsi="Times New Roman"/>
          <w:sz w:val="26"/>
          <w:szCs w:val="26"/>
        </w:rPr>
      </w:pPr>
    </w:p>
    <w:p w:rsidR="00330FB3" w:rsidRPr="004D62D8" w:rsidRDefault="00330FB3" w:rsidP="004D62D8">
      <w:pPr>
        <w:ind w:left="5664"/>
        <w:rPr>
          <w:rFonts w:ascii="Times New Roman" w:hAnsi="Times New Roman"/>
          <w:sz w:val="24"/>
          <w:szCs w:val="24"/>
        </w:rPr>
      </w:pPr>
      <w:r w:rsidRPr="004D62D8">
        <w:rPr>
          <w:rFonts w:ascii="Times New Roman" w:hAnsi="Times New Roman"/>
          <w:sz w:val="24"/>
          <w:szCs w:val="24"/>
        </w:rPr>
        <w:t>______________________________</w:t>
      </w:r>
    </w:p>
    <w:p w:rsidR="00330FB3" w:rsidRPr="004D62D8" w:rsidRDefault="00330FB3" w:rsidP="0095727C">
      <w:pPr>
        <w:rPr>
          <w:rFonts w:ascii="Times New Roman" w:hAnsi="Times New Roman"/>
          <w:sz w:val="26"/>
          <w:szCs w:val="26"/>
        </w:rPr>
      </w:pPr>
      <w:r w:rsidRPr="004D62D8">
        <w:rPr>
          <w:rFonts w:ascii="Times New Roman" w:hAnsi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</w:r>
      <w:r w:rsidRPr="004D62D8">
        <w:rPr>
          <w:rFonts w:ascii="Times New Roman" w:hAnsi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/>
          <w:sz w:val="26"/>
          <w:szCs w:val="26"/>
        </w:rPr>
        <w:t>Firma del dichiarante</w:t>
      </w:r>
    </w:p>
    <w:sectPr w:rsidR="00330FB3" w:rsidRPr="004D62D8" w:rsidSect="00DC0B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CFE"/>
    <w:rsid w:val="00011270"/>
    <w:rsid w:val="00174B8B"/>
    <w:rsid w:val="00263FC5"/>
    <w:rsid w:val="003041B9"/>
    <w:rsid w:val="0031754E"/>
    <w:rsid w:val="00330FB3"/>
    <w:rsid w:val="00397144"/>
    <w:rsid w:val="003B420D"/>
    <w:rsid w:val="00403CEE"/>
    <w:rsid w:val="00417D15"/>
    <w:rsid w:val="00476300"/>
    <w:rsid w:val="00483590"/>
    <w:rsid w:val="004D62D8"/>
    <w:rsid w:val="004F346F"/>
    <w:rsid w:val="0056516D"/>
    <w:rsid w:val="005764CF"/>
    <w:rsid w:val="006D7956"/>
    <w:rsid w:val="00763A0E"/>
    <w:rsid w:val="0078481E"/>
    <w:rsid w:val="007E5C15"/>
    <w:rsid w:val="008B58A2"/>
    <w:rsid w:val="00923989"/>
    <w:rsid w:val="0095727C"/>
    <w:rsid w:val="009F03B4"/>
    <w:rsid w:val="00A334AB"/>
    <w:rsid w:val="00A67AA6"/>
    <w:rsid w:val="00A906AC"/>
    <w:rsid w:val="00AA1920"/>
    <w:rsid w:val="00AF63B1"/>
    <w:rsid w:val="00B55CFE"/>
    <w:rsid w:val="00B57141"/>
    <w:rsid w:val="00B64657"/>
    <w:rsid w:val="00BE0183"/>
    <w:rsid w:val="00C52DD3"/>
    <w:rsid w:val="00CC2432"/>
    <w:rsid w:val="00D178DC"/>
    <w:rsid w:val="00D40E8D"/>
    <w:rsid w:val="00DC0B78"/>
    <w:rsid w:val="00E45AB0"/>
    <w:rsid w:val="00E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DC0B78"/>
    <w:pPr>
      <w:spacing w:after="160" w:line="259" w:lineRule="auto"/>
    </w:pPr>
    <w:rPr>
      <w:kern w:val="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5CFE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55CFE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55CFE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55CFE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55CFE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55CFE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55CFE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55CFE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55CFE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5CFE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55CFE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55CFE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55CFE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55CFE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55CFE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55CFE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55CFE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55CFE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B55CFE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B55CFE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B55CFE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55CFE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B55CFE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B55CFE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B55CFE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B55CFE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55CFE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55CFE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B55CFE"/>
    <w:rPr>
      <w:rFonts w:cs="Times New Roman"/>
      <w:b/>
      <w:bCs/>
      <w:smallCaps/>
      <w:color w:val="0F4761"/>
      <w:spacing w:val="5"/>
    </w:rPr>
  </w:style>
  <w:style w:type="paragraph" w:customStyle="1" w:styleId="Normale1">
    <w:name w:val="Normale1"/>
    <w:uiPriority w:val="99"/>
    <w:rsid w:val="00B55CFE"/>
    <w:pPr>
      <w:suppressAutoHyphens/>
      <w:autoSpaceDN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Carpredefinitoparagrafo1">
    <w:name w:val="Car. predefinito paragrafo1"/>
    <w:uiPriority w:val="99"/>
    <w:rsid w:val="00B55C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297</Words>
  <Characters>1696</Characters>
  <Application>Microsoft Office Outlook</Application>
  <DocSecurity>0</DocSecurity>
  <Lines>0</Lines>
  <Paragraphs>0</Paragraphs>
  <ScaleCrop>false</ScaleCrop>
  <Company>MIUR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</dc:title>
  <dc:subject/>
  <dc:creator>Mannozzi Catia</dc:creator>
  <cp:keywords/>
  <dc:description/>
  <cp:lastModifiedBy>Utente</cp:lastModifiedBy>
  <cp:revision>2</cp:revision>
  <dcterms:created xsi:type="dcterms:W3CDTF">2024-02-27T08:47:00Z</dcterms:created>
  <dcterms:modified xsi:type="dcterms:W3CDTF">2024-02-27T08:47:00Z</dcterms:modified>
</cp:coreProperties>
</file>