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31" w:rsidRDefault="00446DD8" w:rsidP="00F9203C">
      <w:pPr>
        <w:jc w:val="righ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MOD. 2</w:t>
      </w:r>
    </w:p>
    <w:p w:rsidR="00913CAD" w:rsidRDefault="00913CAD" w:rsidP="00F9203C">
      <w:pPr>
        <w:jc w:val="right"/>
        <w:rPr>
          <w:rFonts w:ascii="Arial Narrow" w:hAnsi="Arial Narrow"/>
          <w:b/>
          <w:u w:val="single"/>
        </w:rPr>
      </w:pPr>
    </w:p>
    <w:p w:rsidR="00F9203C" w:rsidRDefault="00F9203C" w:rsidP="00F9203C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DICHIARAZIONE PERSONALE PER CHI HA DIRITTO ALL’ESCLUSIONE                                                                                              DALLA GRADUATORIA DI ISTITUTO PER L’INDIVIDUAZIONE DEI PERDENTI POSTO</w:t>
      </w:r>
    </w:p>
    <w:p w:rsidR="00913CAD" w:rsidRDefault="00913CAD" w:rsidP="00F9203C">
      <w:pPr>
        <w:spacing w:line="240" w:lineRule="auto"/>
        <w:jc w:val="center"/>
        <w:rPr>
          <w:rFonts w:ascii="Arial Narrow" w:hAnsi="Arial Narrow"/>
        </w:rPr>
      </w:pPr>
    </w:p>
    <w:p w:rsidR="00F9203C" w:rsidRDefault="00F9203C" w:rsidP="00097CD3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Il / La </w:t>
      </w:r>
      <w:proofErr w:type="spellStart"/>
      <w:r>
        <w:rPr>
          <w:rFonts w:ascii="Arial Narrow" w:hAnsi="Arial Narrow"/>
        </w:rPr>
        <w:t>sottoscritt</w:t>
      </w:r>
      <w:proofErr w:type="spellEnd"/>
      <w:r>
        <w:rPr>
          <w:rFonts w:ascii="Arial Narrow" w:hAnsi="Arial Narrow"/>
        </w:rPr>
        <w:t xml:space="preserve"> __  ____________________________________ </w:t>
      </w:r>
      <w:proofErr w:type="spellStart"/>
      <w:r>
        <w:rPr>
          <w:rFonts w:ascii="Arial Narrow" w:hAnsi="Arial Narrow"/>
        </w:rPr>
        <w:t>nat</w:t>
      </w:r>
      <w:proofErr w:type="spellEnd"/>
      <w:r>
        <w:rPr>
          <w:rFonts w:ascii="Arial Narrow" w:hAnsi="Arial Narrow"/>
        </w:rPr>
        <w:t>_   a ___________________________ il _________ in servizio</w:t>
      </w:r>
      <w:r w:rsidR="00097CD3">
        <w:rPr>
          <w:rFonts w:ascii="Arial Narrow" w:hAnsi="Arial Narrow"/>
        </w:rPr>
        <w:t xml:space="preserve"> con contratto a </w:t>
      </w:r>
      <w:proofErr w:type="spellStart"/>
      <w:r w:rsidR="00097CD3">
        <w:rPr>
          <w:rFonts w:ascii="Arial Narrow" w:hAnsi="Arial Narrow"/>
        </w:rPr>
        <w:t>t.i</w:t>
      </w:r>
      <w:proofErr w:type="spellEnd"/>
      <w:r w:rsidR="00097CD3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per il corrente 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presso codesto Istituto, </w:t>
      </w:r>
      <w:r w:rsidR="00097CD3">
        <w:rPr>
          <w:rFonts w:ascii="Arial Narrow" w:hAnsi="Arial Narrow"/>
        </w:rPr>
        <w:t xml:space="preserve">in qualità di ____________________________, </w:t>
      </w:r>
      <w:r>
        <w:rPr>
          <w:rFonts w:ascii="Arial Narrow" w:hAnsi="Arial Narrow"/>
        </w:rPr>
        <w:t>in riferimento a quanto previsto dal C.C.N.I. concernente la mobilità del personale docente, educativo ed ATA per l’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</w:t>
      </w:r>
      <w:r w:rsidR="00D14032">
        <w:rPr>
          <w:rFonts w:ascii="Arial Narrow" w:hAnsi="Arial Narrow"/>
        </w:rPr>
        <w:t>___________</w:t>
      </w:r>
      <w:r>
        <w:rPr>
          <w:rFonts w:ascii="Arial Narrow" w:hAnsi="Arial Narrow"/>
        </w:rPr>
        <w:t xml:space="preserve"> (esclusione dalla graduatoria di istituto per i perdenti posto)</w:t>
      </w:r>
    </w:p>
    <w:p w:rsidR="00F9203C" w:rsidRPr="00913CAD" w:rsidRDefault="00F9203C" w:rsidP="00F9203C">
      <w:pPr>
        <w:spacing w:line="240" w:lineRule="auto"/>
        <w:jc w:val="center"/>
        <w:rPr>
          <w:rFonts w:ascii="Arial Narrow" w:hAnsi="Arial Narrow"/>
          <w:b/>
        </w:rPr>
      </w:pPr>
      <w:r w:rsidRPr="00913CAD">
        <w:rPr>
          <w:rFonts w:ascii="Arial Narrow" w:hAnsi="Arial Narrow"/>
          <w:b/>
        </w:rPr>
        <w:t>dichiara sotto la propria responsabilità</w:t>
      </w:r>
      <w:bookmarkStart w:id="0" w:name="_GoBack"/>
      <w:bookmarkEnd w:id="0"/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(a norma delle disposizioni contenute nel D.P.R. n. 445 del 28/12/2000, come integrato dall’art.15 della legge 16 gennaio 2003 e modificato dall’art. 15 della legge 12 novembre 2011, n. 183)</w:t>
      </w:r>
      <w:r w:rsidR="00913CAD">
        <w:rPr>
          <w:rFonts w:ascii="Arial Narrow" w:hAnsi="Arial Narrow"/>
        </w:rPr>
        <w:t>,</w:t>
      </w:r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 aver diritto a non essere </w:t>
      </w:r>
      <w:proofErr w:type="spellStart"/>
      <w:r w:rsidRPr="00913CAD">
        <w:rPr>
          <w:rFonts w:ascii="Arial Narrow" w:hAnsi="Arial Narrow"/>
        </w:rPr>
        <w:t>inserit</w:t>
      </w:r>
      <w:proofErr w:type="spellEnd"/>
      <w:r w:rsidRPr="00913CAD">
        <w:rPr>
          <w:rFonts w:ascii="Arial Narrow" w:hAnsi="Arial Narrow"/>
        </w:rPr>
        <w:t>__ nella graduatoria di istituto per l’identificazione dei perdenti posto</w:t>
      </w:r>
      <w:r w:rsidR="00445D01" w:rsidRPr="00913CAD">
        <w:rPr>
          <w:rFonts w:ascii="Arial Narrow" w:hAnsi="Arial Narrow"/>
        </w:rPr>
        <w:t xml:space="preserve"> da trasferire d’ufficio in quanto beneficiario delle precedenze previste per il seguente motivo:</w:t>
      </w:r>
    </w:p>
    <w:p w:rsidR="00445D01" w:rsidRPr="00913CAD" w:rsidRDefault="00445D01" w:rsidP="00445D0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DISABILITA’ E GRAVI MOTIVI DI SALUTE</w:t>
      </w:r>
    </w:p>
    <w:p w:rsidR="00445D01" w:rsidRPr="00913CAD" w:rsidRDefault="00445D01" w:rsidP="00445D01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 comprende il personale che si trova in una delle seguenti condizioni:</w:t>
      </w:r>
    </w:p>
    <w:p w:rsidR="00445D01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scolastico docente non vedente (art.3 della legge 28 marzo 1991, n. 120);</w:t>
      </w:r>
    </w:p>
    <w:p w:rsidR="007C1487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emodializzato (art. 62 della legge 270/82);</w:t>
      </w:r>
    </w:p>
    <w:p w:rsidR="007C1487" w:rsidRPr="00913CAD" w:rsidRDefault="007C1487" w:rsidP="007C1487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7C1487" w:rsidRPr="00913CAD" w:rsidRDefault="007C1487" w:rsidP="007C1487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CON DISABILITA’ E PERSONALE CHE HA BISOGNO DI PARTICOLARI CURE CONTINUATIVE</w:t>
      </w:r>
    </w:p>
    <w:p w:rsidR="007C1487" w:rsidRPr="00913CAD" w:rsidRDefault="007C1487" w:rsidP="007C1487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comprende i docenti che si trovano in una delle seguenti condizioni: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Disabili di cui all’art. 21 della legge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297/94, con un grado di invalidità superiore ai due terzi o con minorazioni iscritte alle categorie prima, seconda</w:t>
      </w:r>
      <w:r w:rsidR="00097CD3">
        <w:rPr>
          <w:rFonts w:ascii="Arial Narrow" w:hAnsi="Arial Narrow"/>
        </w:rPr>
        <w:t xml:space="preserve"> e terza della tabella A annessa</w:t>
      </w:r>
      <w:r w:rsidRPr="00913CAD">
        <w:rPr>
          <w:rFonts w:ascii="Arial Narrow" w:hAnsi="Arial Narrow"/>
        </w:rPr>
        <w:t xml:space="preserve"> alla legge 10 agosto 1950, n. 648;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(non necessariamente disabile) che ha bisogno per gravi patologie di particolari cure a carattere continuativo (ad esempio chemioterapia);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Personale appartenente alle categorie previste dal comma 6, dell’art. 33 della legge n.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297/94;</w:t>
      </w:r>
    </w:p>
    <w:p w:rsidR="00913CAD" w:rsidRPr="00913CAD" w:rsidRDefault="00913CAD" w:rsidP="00913CAD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913CAD" w:rsidRP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ASSISTENZA AL CONIUGE ED AL FIGLIO CON DISABILITA’ ; ASSISTENZA DA PARTE DEL FIGLIO REFERENTE UNICO AL GENITORE CON DISABILITA’; ASSISTENZA DA PARTE DI CHI ESERCITA LA TUTELA LEGALE</w:t>
      </w:r>
    </w:p>
    <w:p w:rsidR="00913CAD" w:rsidRP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 usufruire di questa precedenza, il familiare disabile al quale il docente presta assistenza, deve avere la certificazione con connotazione dei gravità, cioè l’art.3, comma 3 della legge 104/92.</w:t>
      </w:r>
    </w:p>
    <w:p w:rsid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CHE RICOPRE CARICHE PUBBLICHE NELLE AMMINISTRAZIONI DEGLI ENTI LOCALI</w:t>
      </w:r>
    </w:p>
    <w:p w:rsidR="00097CD3" w:rsidRPr="00097CD3" w:rsidRDefault="00097CD3" w:rsidP="00097CD3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Quanto dichiarato va documentato con idonea certificazione se non già in possesso dell’ufficio.</w:t>
      </w:r>
    </w:p>
    <w:p w:rsidR="00097CD3" w:rsidRP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</w:p>
    <w:p w:rsid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Data _________________                                      </w:t>
      </w:r>
    </w:p>
    <w:p w:rsidR="00F9203C" w:rsidRPr="00913CAD" w:rsidRDefault="00913CAD" w:rsidP="00913CAD">
      <w:pPr>
        <w:spacing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Firma _____________________________________</w:t>
      </w:r>
      <w:r w:rsidR="00F9203C" w:rsidRPr="00913CAD">
        <w:rPr>
          <w:rFonts w:ascii="Arial Narrow" w:hAnsi="Arial Narrow"/>
        </w:rPr>
        <w:t xml:space="preserve">   </w:t>
      </w:r>
    </w:p>
    <w:sectPr w:rsidR="00F9203C" w:rsidRPr="00913CAD" w:rsidSect="00EE76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22D6"/>
    <w:multiLevelType w:val="hybridMultilevel"/>
    <w:tmpl w:val="E8CCA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D26FC0"/>
    <w:multiLevelType w:val="hybridMultilevel"/>
    <w:tmpl w:val="8D509D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D5244"/>
    <w:multiLevelType w:val="hybridMultilevel"/>
    <w:tmpl w:val="7676F2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E42C3"/>
    <w:rsid w:val="00022C93"/>
    <w:rsid w:val="00097CD3"/>
    <w:rsid w:val="000A3CD9"/>
    <w:rsid w:val="000A5931"/>
    <w:rsid w:val="00445D01"/>
    <w:rsid w:val="00446DD8"/>
    <w:rsid w:val="004D31BB"/>
    <w:rsid w:val="006249F8"/>
    <w:rsid w:val="007C1487"/>
    <w:rsid w:val="00913CAD"/>
    <w:rsid w:val="00D14032"/>
    <w:rsid w:val="00EE42C3"/>
    <w:rsid w:val="00EE7600"/>
    <w:rsid w:val="00F92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76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D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PC6</cp:lastModifiedBy>
  <cp:revision>7</cp:revision>
  <cp:lastPrinted>2019-03-12T08:04:00Z</cp:lastPrinted>
  <dcterms:created xsi:type="dcterms:W3CDTF">2017-04-04T06:04:00Z</dcterms:created>
  <dcterms:modified xsi:type="dcterms:W3CDTF">2023-02-25T07:45:00Z</dcterms:modified>
</cp:coreProperties>
</file>