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1B" w:rsidRPr="0073618A" w:rsidRDefault="008C381B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MOD. 3</w:t>
      </w:r>
    </w:p>
    <w:p w:rsidR="008C381B" w:rsidRDefault="008C381B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:rsidR="008C381B" w:rsidRDefault="008C381B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:rsidR="008C381B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8C381B" w:rsidRPr="0073618A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___l___ sottoscritt __ _________________________________</w:t>
      </w:r>
      <w:r>
        <w:rPr>
          <w:rFonts w:ascii="Arial Narrow" w:hAnsi="Arial Narrow" w:cs="Times New Roman"/>
          <w:sz w:val="22"/>
          <w:szCs w:val="22"/>
        </w:rPr>
        <w:t xml:space="preserve">_____ nato a _______________________________           il ______________, residente </w:t>
      </w:r>
      <w:bookmarkStart w:id="0" w:name="_GoBack"/>
      <w:bookmarkEnd w:id="0"/>
      <w:r>
        <w:rPr>
          <w:rFonts w:ascii="Arial Narrow" w:hAnsi="Arial Narrow" w:cs="Times New Roman"/>
          <w:sz w:val="22"/>
          <w:szCs w:val="22"/>
        </w:rPr>
        <w:t>in _____________________________ via _______________________, in servizio con contratto a t.i. presso codesta istituzione scolastica in qualità di _______________________________________ ai fini dell’attribuzione del punteggio relativamente alla graduatoria interna di istituto per l’individuazione di eventuali soprannumerari per l’anno scolastico 2020/21,</w:t>
      </w:r>
    </w:p>
    <w:p w:rsidR="008C381B" w:rsidRPr="0073618A" w:rsidRDefault="008C381B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Arial Narrow" w:hAnsi="Arial Narrow" w:cs="Times New Roman"/>
            <w:sz w:val="22"/>
            <w:szCs w:val="22"/>
          </w:rPr>
          <w:t>15 L</w:t>
        </w:r>
      </w:smartTag>
      <w:r>
        <w:rPr>
          <w:rFonts w:ascii="Arial Narrow" w:hAnsi="Arial Narrow" w:cs="Times New Roman"/>
          <w:sz w:val="22"/>
          <w:szCs w:val="22"/>
        </w:rPr>
        <w:t xml:space="preserve">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conseguenze previste dalla legge in caso di dichiarazioni mendaci, quanto segue: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>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residente nel Comune di _______________________ </w:t>
      </w:r>
      <w:r w:rsidRPr="0073618A">
        <w:rPr>
          <w:rFonts w:ascii="Arial Narrow" w:hAnsi="Arial Narrow" w:cs="Times New Roman"/>
          <w:sz w:val="22"/>
          <w:szCs w:val="22"/>
        </w:rPr>
        <w:t>(prov.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divorziat….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separat…. Consensualmente o legalmente con atto del Trib. Di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coniugat… c</w:t>
      </w:r>
      <w:r>
        <w:rPr>
          <w:rFonts w:ascii="Arial Narrow" w:hAnsi="Arial Narrow" w:cs="Times New Roman"/>
          <w:sz w:val="22"/>
          <w:szCs w:val="22"/>
        </w:rPr>
        <w:t xml:space="preserve">on __________________________  </w:t>
      </w:r>
      <w:r w:rsidRPr="0073618A">
        <w:rPr>
          <w:rFonts w:ascii="Arial Narrow" w:hAnsi="Arial Narrow" w:cs="Times New Roman"/>
          <w:sz w:val="22"/>
          <w:szCs w:val="22"/>
        </w:rPr>
        <w:t>residente nel Comune di ____</w:t>
      </w:r>
      <w:r>
        <w:rPr>
          <w:rFonts w:ascii="Arial Narrow" w:hAnsi="Arial Narrow" w:cs="Times New Roman"/>
          <w:sz w:val="22"/>
          <w:szCs w:val="22"/>
        </w:rPr>
        <w:t xml:space="preserve">________________________ (prov.___)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maggiorenne affetto da infermità o difetto fisico o mentale causa di inidoneità permanente ed assoluta 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proficuo lavoro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di______________</w:t>
      </w:r>
      <w:r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assistito </w:t>
      </w:r>
      <w:r>
        <w:rPr>
          <w:rFonts w:ascii="Arial Narrow" w:hAnsi="Arial Narrow" w:cs="Times New Roman"/>
          <w:sz w:val="22"/>
          <w:szCs w:val="22"/>
        </w:rPr>
        <w:t>.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bandito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dal _</w:t>
      </w:r>
      <w:r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>
        <w:rPr>
          <w:rFonts w:ascii="Arial Narrow" w:hAnsi="Arial Narrow" w:cs="Times New Roman"/>
          <w:sz w:val="22"/>
          <w:szCs w:val="22"/>
        </w:rPr>
        <w:t>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stat… trasferit… d'ufficio da______________________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 </w:t>
      </w:r>
      <w:r w:rsidRPr="0073618A">
        <w:rPr>
          <w:rFonts w:ascii="Arial Narrow" w:hAnsi="Arial Narrow" w:cs="Times New Roman"/>
          <w:sz w:val="22"/>
          <w:szCs w:val="22"/>
        </w:rPr>
        <w:t xml:space="preserve">(scuola dalla quale si è stati trasferiti d'ufficio nell'ultimo quinquennio)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nell'anno scolastico_____________e di aver richiesto la medesima sede nelle domande di trasferimento negli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anni scolastici successivi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conc. per la quale sono abilitati e per la quale chiedono il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passaggio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stato utilizzato negli anni scol. _________________</w:t>
      </w:r>
      <w:r>
        <w:rPr>
          <w:rFonts w:ascii="Arial Narrow" w:hAnsi="Arial Narrow" w:cs="Times New Roman"/>
          <w:sz w:val="22"/>
          <w:szCs w:val="22"/>
        </w:rPr>
        <w:t xml:space="preserve">          </w:t>
      </w:r>
      <w:r w:rsidRPr="0073618A">
        <w:rPr>
          <w:rFonts w:ascii="Arial Narrow" w:hAnsi="Arial Narrow" w:cs="Times New Roman"/>
          <w:sz w:val="22"/>
          <w:szCs w:val="22"/>
        </w:rPr>
        <w:t>pre</w:t>
      </w:r>
      <w:r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>nella classe di concorso_________________________________ e di richiedere il passaggio per la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medesima classe____</w:t>
      </w:r>
      <w:r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>
        <w:rPr>
          <w:rFonts w:ascii="Arial Narrow" w:hAnsi="Arial Narrow" w:cs="Times New Roman"/>
          <w:sz w:val="22"/>
          <w:szCs w:val="22"/>
        </w:rPr>
        <w:t>__________________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partecipato ai nuovi Esami di Stato negli a.s.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Pr="0073618A">
        <w:rPr>
          <w:rFonts w:ascii="Arial Narrow" w:hAnsi="Arial Narrow" w:cs="Times New Roman"/>
          <w:sz w:val="22"/>
          <w:szCs w:val="22"/>
        </w:rPr>
        <w:t>_ con il superamento di n. _____ esami specifici per ogni materia del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corso dei singoli anni e di un esame finale.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]di essere in possesso del seguente diploma universitario ________________________________________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di essere in possesso del titolo di Dottorato di Ricerca ________________________________________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[ ] Specializzazione sul sostegno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conseguito il titolo di specializzazione monovalente (udito-vista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- psicofisici), polivalente per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l’insegnamento su posti di sostegno nella scuola 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>conseguito il ___________________presso ______________________________________________ ai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sensi 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non aver presentato domanda di trasferimento, di passaggio di cattedra e/o di ruolo in ambito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 triennio ( a.s. ___________ a.s. _________ a.s.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partire dalle operazioni di mobilità per l’a.s. 2000/01 e fino alla mobilità per l’a.s. 2007/08 oppure, pur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avendola presentata, di averla revocata nei termini previsti dalle annuali OO.MM. che disciplinano le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modalità applicative dei contratti sulla mobilità per i seguenti anni scolastici;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presentato domanda solo ai fini del rientro nella scuola di precedente titolarità perché trasferito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d’ufficio in quanto soprannumerario;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maturato il punteggio aggiuntivo nell’anno scolastico _________ e di averne diritto a tutt’oggi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in quanto non utilizzato per trasferimento provinciale od assegnazione provvisoria. </w:t>
      </w:r>
    </w:p>
    <w:p w:rsidR="008C381B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 fini dell’assegnazione del punteggio CLIL</w:t>
      </w:r>
    </w:p>
    <w:p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:rsidR="008C381B" w:rsidRDefault="008C381B" w:rsidP="00D02FFD">
      <w:pPr>
        <w:spacing w:line="276" w:lineRule="auto"/>
        <w:jc w:val="right"/>
      </w:pPr>
      <w:r w:rsidRPr="0073618A"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8C381B" w:rsidSect="00157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CC4"/>
    <w:rsid w:val="001557FE"/>
    <w:rsid w:val="00157050"/>
    <w:rsid w:val="001F0957"/>
    <w:rsid w:val="004E113C"/>
    <w:rsid w:val="00506324"/>
    <w:rsid w:val="00643D02"/>
    <w:rsid w:val="00691B6A"/>
    <w:rsid w:val="0073618A"/>
    <w:rsid w:val="008C381B"/>
    <w:rsid w:val="009E0E14"/>
    <w:rsid w:val="00B77017"/>
    <w:rsid w:val="00C30CC4"/>
    <w:rsid w:val="00D02FFD"/>
    <w:rsid w:val="00EA6D38"/>
    <w:rsid w:val="00F53B43"/>
    <w:rsid w:val="00FF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1112</Words>
  <Characters>6340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PC6</cp:lastModifiedBy>
  <cp:revision>7</cp:revision>
  <cp:lastPrinted>2019-03-12T08:06:00Z</cp:lastPrinted>
  <dcterms:created xsi:type="dcterms:W3CDTF">2017-04-04T06:02:00Z</dcterms:created>
  <dcterms:modified xsi:type="dcterms:W3CDTF">2020-02-22T08:35:00Z</dcterms:modified>
</cp:coreProperties>
</file>